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1B3FA14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C3F39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EC3F3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C3F39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EC3F3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C3F39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EC3F39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C3F39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EC3F39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EC3F39">
        <w:rPr>
          <w:highlight w:val="green"/>
        </w:rPr>
        <w:t>]</w:t>
      </w:r>
    </w:p>
    <w:p w14:paraId="54D580FD" w14:textId="6E66B88D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EC3F39">
        <w:rPr>
          <w:rFonts w:eastAsia="Times New Roman" w:cs="Times New Roman"/>
          <w:lang w:eastAsia="cs-CZ"/>
        </w:rPr>
        <w:t>na</w:t>
      </w:r>
      <w:r w:rsidRPr="00EC3F39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EC3F39">
        <w:rPr>
          <w:rFonts w:eastAsia="Times New Roman" w:cs="Times New Roman"/>
          <w:b/>
          <w:lang w:eastAsia="cs-CZ"/>
        </w:rPr>
        <w:t>„</w:t>
      </w:r>
      <w:bookmarkEnd w:id="0"/>
      <w:r w:rsidR="00EC3F39" w:rsidRPr="00EC3F39">
        <w:rPr>
          <w:rStyle w:val="Tun"/>
          <w:rFonts w:eastAsiaTheme="minorHAnsi"/>
        </w:rPr>
        <w:t>Dodávky zabezpečovací a sdělovací techniky 2025 - 2027</w:t>
      </w:r>
      <w:r w:rsidRPr="00EC3F39">
        <w:t>“</w:t>
      </w:r>
      <w:r w:rsidRPr="00EC3F39">
        <w:rPr>
          <w:rFonts w:eastAsia="Times New Roman" w:cs="Times New Roman"/>
          <w:bCs/>
          <w:lang w:eastAsia="cs-CZ"/>
        </w:rPr>
        <w:t>,</w:t>
      </w:r>
      <w:r w:rsidR="00EC3F39" w:rsidRPr="00EC3F39">
        <w:rPr>
          <w:lang w:eastAsia="cs-CZ"/>
        </w:rPr>
        <w:t xml:space="preserve"> k</w:t>
      </w:r>
      <w:r w:rsidR="00EC3F39">
        <w:rPr>
          <w:lang w:eastAsia="cs-CZ"/>
        </w:rPr>
        <w:t xml:space="preserve"> části č. </w:t>
      </w:r>
      <w:r w:rsidR="00EC3F39" w:rsidRPr="005563B7">
        <w:rPr>
          <w:highlight w:val="green"/>
          <w:lang w:eastAsia="cs-CZ"/>
        </w:rPr>
        <w:t>1,2,3,4</w:t>
      </w:r>
      <w:r w:rsidR="00EC3F39">
        <w:rPr>
          <w:lang w:eastAsia="cs-CZ"/>
        </w:rPr>
        <w:t xml:space="preserve"> této veřejné </w:t>
      </w:r>
      <w:r w:rsidR="00EC3F39" w:rsidRPr="00314757">
        <w:rPr>
          <w:lang w:eastAsia="cs-CZ"/>
        </w:rPr>
        <w:t>zakázky</w:t>
      </w:r>
      <w:r w:rsidR="00EC3F3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</w:t>
      </w:r>
      <w:r w:rsidRPr="00EC3F39">
        <w:rPr>
          <w:rFonts w:eastAsia="Times New Roman" w:cs="Times New Roman"/>
          <w:lang w:eastAsia="cs-CZ"/>
        </w:rPr>
        <w:t>estně prohlašuje, že za poslední 3 roky</w:t>
      </w:r>
      <w:r w:rsidR="00EC3F39" w:rsidRPr="00EC3F39">
        <w:rPr>
          <w:rFonts w:eastAsia="Times New Roman" w:cs="Times New Roman"/>
          <w:lang w:eastAsia="cs-CZ"/>
        </w:rPr>
        <w:t xml:space="preserve"> </w:t>
      </w:r>
      <w:r w:rsidRPr="00EC3F39">
        <w:rPr>
          <w:rFonts w:eastAsia="Times New Roman" w:cs="Times New Roman"/>
          <w:lang w:eastAsia="cs-CZ"/>
        </w:rPr>
        <w:t>před zahájením</w:t>
      </w:r>
      <w:r>
        <w:rPr>
          <w:rFonts w:eastAsia="Times New Roman" w:cs="Times New Roman"/>
          <w:lang w:eastAsia="cs-CZ"/>
        </w:rPr>
        <w:t xml:space="preserve">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14987277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EC3F39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EC3F39" w14:paraId="7B313A22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983D" w14:textId="1EE5FEE7" w:rsidR="00EC3F39" w:rsidRPr="00FA2614" w:rsidRDefault="00EC3F39" w:rsidP="00EC3F3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1E8C" w14:textId="7870B549" w:rsidR="00EC3F39" w:rsidRPr="00FA2614" w:rsidRDefault="00EC3F39" w:rsidP="00EC3F3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B827" w14:textId="16E7BBC4" w:rsidR="00EC3F39" w:rsidRPr="00FA2614" w:rsidRDefault="00EC3F39" w:rsidP="00EC3F39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7B1A" w14:textId="531B06A0" w:rsidR="00EC3F39" w:rsidRPr="00057842" w:rsidRDefault="00EC3F39" w:rsidP="00EC3F39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highlight w:val="green"/>
                <w:lang w:val="en-US"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EC3F3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9A278EE" w14:textId="37526AC0" w:rsidR="003C4FBB" w:rsidRPr="00EC3F39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9061B7A" w14:textId="1CE3EBD5" w:rsidR="003C4FBB" w:rsidRPr="00EC3F39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58E911" w14:textId="06D00D60" w:rsidR="003C4FBB" w:rsidRPr="00EC3F39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F21188" w14:textId="46C8B5AC" w:rsidR="003C4FBB" w:rsidRPr="00EC3F39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EC3F39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EC3F39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C3F39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EC3F39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C3F39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61966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2FB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68150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8D994B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04E1"/>
    <w:rsid w:val="0003686C"/>
    <w:rsid w:val="00047081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140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DF12B2"/>
    <w:rsid w:val="00E07101"/>
    <w:rsid w:val="00E36C4A"/>
    <w:rsid w:val="00EB104F"/>
    <w:rsid w:val="00EC3F39"/>
    <w:rsid w:val="00ED14BD"/>
    <w:rsid w:val="00F0533E"/>
    <w:rsid w:val="00F1048D"/>
    <w:rsid w:val="00F12DEC"/>
    <w:rsid w:val="00F13538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  <w:style w:type="character" w:customStyle="1" w:styleId="Kurzvatun">
    <w:name w:val="Kurzíva tučně"/>
    <w:basedOn w:val="Tun"/>
    <w:uiPriority w:val="1"/>
    <w:qFormat/>
    <w:rsid w:val="00EC3F39"/>
    <w:rPr>
      <w:rFonts w:ascii="Verdana" w:eastAsia="Times New Roman" w:hAnsi="Verdana" w:cs="Times New Roman"/>
      <w:b/>
      <w:i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4</cp:revision>
  <cp:lastPrinted>2017-11-28T17:18:00Z</cp:lastPrinted>
  <dcterms:created xsi:type="dcterms:W3CDTF">2025-06-02T10:02:00Z</dcterms:created>
  <dcterms:modified xsi:type="dcterms:W3CDTF">2025-07-25T10:37:00Z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